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DB4B6" w14:textId="08394351" w:rsidR="00C06299" w:rsidRPr="00C06299" w:rsidRDefault="00C06299" w:rsidP="00C06299">
      <w:pPr>
        <w:rPr>
          <w:rFonts w:asciiTheme="minorHAnsi" w:hAnsiTheme="minorHAnsi"/>
          <w:sz w:val="18"/>
          <w:szCs w:val="18"/>
        </w:rPr>
      </w:pPr>
      <w:bookmarkStart w:id="0" w:name="_11_ZHR_STKR_TASK_–zelená"/>
      <w:bookmarkStart w:id="1" w:name="_13_ZHR_STKRxxxxxx_podpisový"/>
      <w:bookmarkStart w:id="2" w:name="_14_Připomínky_pro"/>
      <w:bookmarkStart w:id="3" w:name="_15_FKSP_do"/>
      <w:bookmarkStart w:id="4" w:name="_16_ZHR_IT0001_a"/>
      <w:bookmarkStart w:id="5" w:name="_17_ZHRDMS_SPIS_REPx"/>
      <w:bookmarkStart w:id="6" w:name="_19_Export_do"/>
      <w:bookmarkStart w:id="7" w:name="_20_IdM_do"/>
      <w:bookmarkStart w:id="8" w:name="_21_STKR_–"/>
      <w:bookmarkStart w:id="9" w:name="_22_Zaměstnanecký_průkaz"/>
      <w:bookmarkStart w:id="10" w:name="_25_Číselník_budov"/>
      <w:bookmarkStart w:id="11" w:name="_32_ZHR_SPIS_–"/>
      <w:bookmarkStart w:id="12" w:name="_49_Do_ZHR_STKR"/>
      <w:bookmarkStart w:id="13" w:name="_50_Vedoucí_-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C06299">
        <w:rPr>
          <w:rFonts w:asciiTheme="minorHAnsi" w:hAnsiTheme="minorHAnsi"/>
          <w:sz w:val="18"/>
          <w:szCs w:val="18"/>
        </w:rPr>
        <w:t xml:space="preserve">Příloha č. </w:t>
      </w:r>
      <w:r w:rsidR="00C53E5F">
        <w:rPr>
          <w:rFonts w:asciiTheme="minorHAnsi" w:hAnsiTheme="minorHAnsi"/>
          <w:sz w:val="18"/>
          <w:szCs w:val="18"/>
        </w:rPr>
        <w:t>2</w:t>
      </w:r>
      <w:r w:rsidRPr="00C06299">
        <w:rPr>
          <w:rFonts w:asciiTheme="minorHAnsi" w:hAnsiTheme="minorHAnsi"/>
          <w:sz w:val="18"/>
          <w:szCs w:val="18"/>
        </w:rPr>
        <w:t xml:space="preserve"> </w:t>
      </w:r>
      <w:r w:rsidR="00C53E5F">
        <w:rPr>
          <w:rFonts w:asciiTheme="minorHAnsi" w:hAnsiTheme="minorHAnsi"/>
          <w:sz w:val="18"/>
          <w:szCs w:val="18"/>
        </w:rPr>
        <w:t>Smlou</w:t>
      </w:r>
      <w:r w:rsidR="00FF2781">
        <w:rPr>
          <w:rFonts w:asciiTheme="minorHAnsi" w:hAnsiTheme="minorHAnsi"/>
          <w:sz w:val="18"/>
          <w:szCs w:val="18"/>
        </w:rPr>
        <w:t>vy</w:t>
      </w:r>
    </w:p>
    <w:p w14:paraId="10BA85D5" w14:textId="1347EE18" w:rsidR="00C06299" w:rsidRDefault="00FF2781" w:rsidP="00C06299">
      <w:pPr>
        <w:rPr>
          <w:rFonts w:asciiTheme="minorHAnsi" w:hAnsiTheme="minorHAnsi"/>
          <w:b/>
          <w:color w:val="FF5200" w:themeColor="accent2"/>
          <w:sz w:val="36"/>
          <w:szCs w:val="36"/>
        </w:rPr>
      </w:pPr>
      <w:r>
        <w:rPr>
          <w:rFonts w:asciiTheme="minorHAnsi" w:hAnsiTheme="minorHAnsi"/>
          <w:b/>
          <w:color w:val="FF5200" w:themeColor="accent2"/>
          <w:sz w:val="36"/>
          <w:szCs w:val="36"/>
        </w:rPr>
        <w:t>Dílčí nabídkové ceny</w:t>
      </w:r>
    </w:p>
    <w:tbl>
      <w:tblPr>
        <w:tblStyle w:val="Mkatabulky"/>
        <w:tblW w:w="8844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1428"/>
        <w:gridCol w:w="697"/>
        <w:gridCol w:w="1561"/>
        <w:gridCol w:w="1559"/>
        <w:gridCol w:w="1559"/>
        <w:gridCol w:w="2040"/>
      </w:tblGrid>
      <w:tr w:rsidR="00B07B2C" w14:paraId="5C821DD4" w14:textId="5D460BDA" w:rsidTr="00B07B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8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6AE4568F" w14:textId="56A5C9D8" w:rsidR="00F75B76" w:rsidRPr="002F4DB8" w:rsidRDefault="00F75B76" w:rsidP="002F4DB8">
            <w:pPr>
              <w:jc w:val="center"/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Název</w:t>
            </w:r>
          </w:p>
        </w:tc>
        <w:tc>
          <w:tcPr>
            <w:tcW w:w="697" w:type="dxa"/>
            <w:tcBorders>
              <w:bottom w:val="single" w:sz="2" w:space="0" w:color="auto"/>
            </w:tcBorders>
            <w:vAlign w:val="center"/>
          </w:tcPr>
          <w:p w14:paraId="54D995D2" w14:textId="7F309A57" w:rsidR="00F75B76" w:rsidRPr="002F4DB8" w:rsidRDefault="00F75B76" w:rsidP="002F4D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Počet kusů</w:t>
            </w:r>
          </w:p>
        </w:tc>
        <w:tc>
          <w:tcPr>
            <w:tcW w:w="1561" w:type="dxa"/>
            <w:tcBorders>
              <w:bottom w:val="single" w:sz="2" w:space="0" w:color="auto"/>
            </w:tcBorders>
            <w:vAlign w:val="center"/>
          </w:tcPr>
          <w:p w14:paraId="3A558C74" w14:textId="0461A2CA" w:rsidR="00F75B76" w:rsidRPr="002F4DB8" w:rsidRDefault="00F75B76" w:rsidP="002F4D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 xml:space="preserve">Cena za 1 ks </w:t>
            </w:r>
            <w:r w:rsidR="00372137">
              <w:rPr>
                <w:rFonts w:asciiTheme="minorHAnsi" w:hAnsiTheme="minorHAnsi"/>
                <w:bCs/>
                <w:sz w:val="18"/>
                <w:szCs w:val="18"/>
              </w:rPr>
              <w:t xml:space="preserve">na 1 rok </w:t>
            </w:r>
            <w:r>
              <w:rPr>
                <w:rFonts w:asciiTheme="minorHAnsi" w:hAnsiTheme="minorHAnsi"/>
                <w:bCs/>
                <w:sz w:val="18"/>
                <w:szCs w:val="18"/>
              </w:rPr>
              <w:t>bez DPH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vAlign w:val="center"/>
          </w:tcPr>
          <w:p w14:paraId="7EFA1EF2" w14:textId="443D5752" w:rsidR="00F75B76" w:rsidRPr="002F4DB8" w:rsidRDefault="00F75B76" w:rsidP="002F4D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Cena celkem bez DPH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vAlign w:val="center"/>
          </w:tcPr>
          <w:p w14:paraId="53ABFCDD" w14:textId="521B2BE2" w:rsidR="00F75B76" w:rsidRDefault="00F75B76" w:rsidP="002F4D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DPH 21 %</w:t>
            </w:r>
          </w:p>
        </w:tc>
        <w:tc>
          <w:tcPr>
            <w:tcW w:w="2040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634196B1" w14:textId="0CD08AB4" w:rsidR="00F75B76" w:rsidRDefault="00F75B76" w:rsidP="002F4D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Cena celkem včetně DPH</w:t>
            </w:r>
          </w:p>
        </w:tc>
      </w:tr>
      <w:tr w:rsidR="00F75B76" w14:paraId="60F32CE9" w14:textId="663EDEBD" w:rsidTr="00B07B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8" w:type="dxa"/>
            <w:vAlign w:val="center"/>
          </w:tcPr>
          <w:p w14:paraId="45BC86D3" w14:textId="33A7B5F6" w:rsidR="00F75B76" w:rsidRPr="002F4DB8" w:rsidRDefault="008A5B37" w:rsidP="004D3118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proofErr w:type="spellStart"/>
            <w:r>
              <w:t>Atlassian</w:t>
            </w:r>
            <w:proofErr w:type="spellEnd"/>
            <w:r>
              <w:t xml:space="preserve"> Access</w:t>
            </w:r>
          </w:p>
        </w:tc>
        <w:tc>
          <w:tcPr>
            <w:tcW w:w="697" w:type="dxa"/>
            <w:vAlign w:val="center"/>
          </w:tcPr>
          <w:p w14:paraId="6C8D1AF3" w14:textId="422CCA9D" w:rsidR="00F75B76" w:rsidRPr="002F4DB8" w:rsidRDefault="008A5B37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300</w:t>
            </w:r>
          </w:p>
        </w:tc>
        <w:tc>
          <w:tcPr>
            <w:tcW w:w="1561" w:type="dxa"/>
            <w:vAlign w:val="center"/>
          </w:tcPr>
          <w:p w14:paraId="7C4FD55C" w14:textId="77777777" w:rsidR="00F75B76" w:rsidRPr="002F4DB8" w:rsidRDefault="00F75B76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DB918A5" w14:textId="77777777" w:rsidR="00F75B76" w:rsidRPr="002F4DB8" w:rsidRDefault="00F75B76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C28371D" w14:textId="77777777" w:rsidR="00F75B76" w:rsidRPr="002F4DB8" w:rsidRDefault="00F75B76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2040" w:type="dxa"/>
            <w:vAlign w:val="center"/>
          </w:tcPr>
          <w:p w14:paraId="14F3DBB8" w14:textId="77777777" w:rsidR="00F75B76" w:rsidRPr="002F4DB8" w:rsidRDefault="00F75B76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</w:tr>
      <w:tr w:rsidR="008A5B37" w14:paraId="1F6522D7" w14:textId="77777777" w:rsidTr="00B07B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8" w:type="dxa"/>
            <w:vAlign w:val="center"/>
          </w:tcPr>
          <w:p w14:paraId="2C8B93CB" w14:textId="77777777" w:rsidR="008A5B37" w:rsidRDefault="008A5B37" w:rsidP="00E77F15">
            <w:pPr>
              <w:spacing w:after="0"/>
              <w:rPr>
                <w:rFonts w:asciiTheme="minorHAnsi" w:hAnsiTheme="minorHAnsi"/>
                <w:bCs/>
                <w:sz w:val="18"/>
                <w:szCs w:val="18"/>
              </w:rPr>
            </w:pPr>
            <w:proofErr w:type="spellStart"/>
            <w:r w:rsidRPr="00FF2781">
              <w:rPr>
                <w:rFonts w:asciiTheme="minorHAnsi" w:hAnsiTheme="minorHAnsi"/>
                <w:bCs/>
                <w:sz w:val="18"/>
                <w:szCs w:val="18"/>
              </w:rPr>
              <w:t>Jira</w:t>
            </w:r>
            <w:proofErr w:type="spellEnd"/>
            <w:r w:rsidRPr="00FF2781">
              <w:rPr>
                <w:rFonts w:asciiTheme="minorHAnsi" w:hAnsiTheme="minorHAnsi"/>
                <w:bCs/>
                <w:sz w:val="18"/>
                <w:szCs w:val="18"/>
              </w:rPr>
              <w:t xml:space="preserve"> Software</w:t>
            </w:r>
          </w:p>
          <w:p w14:paraId="0B8D13AD" w14:textId="30982DAF" w:rsidR="008A5B37" w:rsidRPr="00FF2781" w:rsidRDefault="008A5B37" w:rsidP="008A5B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Premium</w:t>
            </w:r>
          </w:p>
        </w:tc>
        <w:tc>
          <w:tcPr>
            <w:tcW w:w="697" w:type="dxa"/>
            <w:vAlign w:val="center"/>
          </w:tcPr>
          <w:p w14:paraId="3E38781D" w14:textId="4145FCF5" w:rsidR="008A5B37" w:rsidRDefault="008A5B37" w:rsidP="008A5B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100</w:t>
            </w:r>
          </w:p>
        </w:tc>
        <w:tc>
          <w:tcPr>
            <w:tcW w:w="1561" w:type="dxa"/>
            <w:vAlign w:val="center"/>
          </w:tcPr>
          <w:p w14:paraId="1764C715" w14:textId="77777777" w:rsidR="008A5B37" w:rsidRPr="002F4DB8" w:rsidRDefault="008A5B37" w:rsidP="008A5B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0361C3E" w14:textId="77777777" w:rsidR="008A5B37" w:rsidRPr="002F4DB8" w:rsidRDefault="008A5B37" w:rsidP="008A5B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6E61F10" w14:textId="77777777" w:rsidR="008A5B37" w:rsidRPr="002F4DB8" w:rsidRDefault="008A5B37" w:rsidP="008A5B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2040" w:type="dxa"/>
            <w:vAlign w:val="center"/>
          </w:tcPr>
          <w:p w14:paraId="4542668E" w14:textId="77777777" w:rsidR="008A5B37" w:rsidRPr="002F4DB8" w:rsidRDefault="008A5B37" w:rsidP="008A5B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</w:tr>
      <w:tr w:rsidR="00F75B76" w14:paraId="07AEA804" w14:textId="6A40DA43" w:rsidTr="00B07B2C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8" w:type="dxa"/>
            <w:vAlign w:val="center"/>
          </w:tcPr>
          <w:p w14:paraId="5528E30A" w14:textId="002995EB" w:rsidR="00F75B76" w:rsidRPr="002F4DB8" w:rsidRDefault="00FF2781" w:rsidP="004D3118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proofErr w:type="spellStart"/>
            <w:r w:rsidRPr="00FF2781">
              <w:rPr>
                <w:rFonts w:asciiTheme="minorHAnsi" w:hAnsiTheme="minorHAnsi"/>
                <w:bCs/>
                <w:sz w:val="18"/>
                <w:szCs w:val="18"/>
              </w:rPr>
              <w:t>Jira</w:t>
            </w:r>
            <w:proofErr w:type="spellEnd"/>
            <w:r w:rsidRPr="00FF2781">
              <w:rPr>
                <w:rFonts w:asciiTheme="minorHAnsi" w:hAnsi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FF2781">
              <w:rPr>
                <w:rFonts w:asciiTheme="minorHAnsi" w:hAnsiTheme="minorHAnsi"/>
                <w:bCs/>
                <w:sz w:val="18"/>
                <w:szCs w:val="18"/>
              </w:rPr>
              <w:t>Service</w:t>
            </w:r>
            <w:proofErr w:type="spellEnd"/>
            <w:r w:rsidRPr="00FF2781">
              <w:rPr>
                <w:rFonts w:asciiTheme="minorHAnsi" w:hAnsiTheme="minorHAnsi"/>
                <w:bCs/>
                <w:sz w:val="18"/>
                <w:szCs w:val="18"/>
              </w:rPr>
              <w:t xml:space="preserve"> Management</w:t>
            </w:r>
            <w:r w:rsidR="008A5B37">
              <w:rPr>
                <w:rFonts w:asciiTheme="minorHAnsi" w:hAnsiTheme="minorHAnsi"/>
                <w:bCs/>
                <w:sz w:val="18"/>
                <w:szCs w:val="18"/>
              </w:rPr>
              <w:t xml:space="preserve"> Premium</w:t>
            </w:r>
          </w:p>
        </w:tc>
        <w:tc>
          <w:tcPr>
            <w:tcW w:w="697" w:type="dxa"/>
            <w:vAlign w:val="center"/>
          </w:tcPr>
          <w:p w14:paraId="1C9AE8D3" w14:textId="53B42EB7" w:rsidR="00F75B76" w:rsidRPr="002F4DB8" w:rsidRDefault="00FF2781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300</w:t>
            </w:r>
          </w:p>
        </w:tc>
        <w:tc>
          <w:tcPr>
            <w:tcW w:w="1561" w:type="dxa"/>
            <w:vAlign w:val="center"/>
          </w:tcPr>
          <w:p w14:paraId="7DE2B998" w14:textId="77777777" w:rsidR="00F75B76" w:rsidRPr="002F4DB8" w:rsidRDefault="00F75B76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DF6FF57" w14:textId="77777777" w:rsidR="00F75B76" w:rsidRPr="002F4DB8" w:rsidRDefault="00F75B76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7AEB71A" w14:textId="77777777" w:rsidR="00F75B76" w:rsidRPr="002F4DB8" w:rsidRDefault="00F75B76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2040" w:type="dxa"/>
            <w:vAlign w:val="center"/>
          </w:tcPr>
          <w:p w14:paraId="550233ED" w14:textId="77777777" w:rsidR="00F75B76" w:rsidRPr="002F4DB8" w:rsidRDefault="00F75B76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</w:tr>
      <w:tr w:rsidR="00FF2781" w14:paraId="2CA7C73B" w14:textId="77777777" w:rsidTr="00B07B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8" w:type="dxa"/>
            <w:vAlign w:val="center"/>
          </w:tcPr>
          <w:p w14:paraId="1740EBAE" w14:textId="3C65C3C9" w:rsidR="00FF2781" w:rsidRPr="00A57049" w:rsidRDefault="00FF2781" w:rsidP="004D3118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proofErr w:type="spellStart"/>
            <w:r w:rsidRPr="004F42BC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Bitbucket</w:t>
            </w:r>
            <w:proofErr w:type="spellEnd"/>
          </w:p>
        </w:tc>
        <w:tc>
          <w:tcPr>
            <w:tcW w:w="697" w:type="dxa"/>
            <w:vAlign w:val="center"/>
          </w:tcPr>
          <w:p w14:paraId="309E295C" w14:textId="03532A0D" w:rsidR="00FF2781" w:rsidRDefault="00FF2781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60</w:t>
            </w:r>
          </w:p>
        </w:tc>
        <w:tc>
          <w:tcPr>
            <w:tcW w:w="1561" w:type="dxa"/>
            <w:vAlign w:val="center"/>
          </w:tcPr>
          <w:p w14:paraId="3EA57C46" w14:textId="77777777" w:rsidR="00FF2781" w:rsidRPr="002F4DB8" w:rsidRDefault="00FF2781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D9D58B4" w14:textId="77777777" w:rsidR="00FF2781" w:rsidRPr="002F4DB8" w:rsidRDefault="00FF2781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860D1F9" w14:textId="77777777" w:rsidR="00FF2781" w:rsidRPr="002F4DB8" w:rsidRDefault="00FF2781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2040" w:type="dxa"/>
            <w:vAlign w:val="center"/>
          </w:tcPr>
          <w:p w14:paraId="45641C8B" w14:textId="77777777" w:rsidR="00FF2781" w:rsidRPr="002F4DB8" w:rsidRDefault="00FF2781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</w:tr>
      <w:tr w:rsidR="00FF2781" w14:paraId="080628F0" w14:textId="77777777" w:rsidTr="00B07B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8" w:type="dxa"/>
            <w:vAlign w:val="center"/>
          </w:tcPr>
          <w:p w14:paraId="7C786111" w14:textId="075C214C" w:rsidR="00FF2781" w:rsidRPr="00C53E5F" w:rsidRDefault="00FF2781" w:rsidP="004D3118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proofErr w:type="spellStart"/>
            <w:r w:rsidRPr="00C53E5F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Confluence</w:t>
            </w:r>
            <w:proofErr w:type="spellEnd"/>
            <w:r w:rsidR="008A5B37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Premium</w:t>
            </w:r>
          </w:p>
        </w:tc>
        <w:tc>
          <w:tcPr>
            <w:tcW w:w="697" w:type="dxa"/>
            <w:vAlign w:val="center"/>
          </w:tcPr>
          <w:p w14:paraId="3130BE11" w14:textId="32C68F44" w:rsidR="00FF2781" w:rsidRPr="00C53E5F" w:rsidRDefault="00FF2781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r w:rsidRPr="00C53E5F">
              <w:rPr>
                <w:rFonts w:asciiTheme="minorHAnsi" w:hAnsiTheme="minorHAnsi"/>
                <w:bCs/>
                <w:sz w:val="18"/>
                <w:szCs w:val="18"/>
              </w:rPr>
              <w:t>200</w:t>
            </w:r>
          </w:p>
        </w:tc>
        <w:tc>
          <w:tcPr>
            <w:tcW w:w="1561" w:type="dxa"/>
            <w:vAlign w:val="center"/>
          </w:tcPr>
          <w:p w14:paraId="35F85370" w14:textId="77777777" w:rsidR="00FF2781" w:rsidRPr="002F4DB8" w:rsidRDefault="00FF2781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2A5D18C" w14:textId="77777777" w:rsidR="00FF2781" w:rsidRPr="002F4DB8" w:rsidRDefault="00FF2781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E64A3E0" w14:textId="77777777" w:rsidR="00FF2781" w:rsidRPr="002F4DB8" w:rsidRDefault="00FF2781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2040" w:type="dxa"/>
            <w:vAlign w:val="center"/>
          </w:tcPr>
          <w:p w14:paraId="75EFB52B" w14:textId="77777777" w:rsidR="00FF2781" w:rsidRPr="002F4DB8" w:rsidRDefault="00FF2781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</w:tr>
      <w:tr w:rsidR="0077577E" w14:paraId="4A1E9538" w14:textId="77777777" w:rsidTr="00B07B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8" w:type="dxa"/>
            <w:vAlign w:val="center"/>
          </w:tcPr>
          <w:p w14:paraId="7CF804CD" w14:textId="219DA982" w:rsidR="0077577E" w:rsidRPr="00C53E5F" w:rsidRDefault="0077577E" w:rsidP="004D3118">
            <w:pPr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r w:rsidRPr="00C53E5F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JETI</w:t>
            </w:r>
          </w:p>
        </w:tc>
        <w:tc>
          <w:tcPr>
            <w:tcW w:w="697" w:type="dxa"/>
            <w:vAlign w:val="center"/>
          </w:tcPr>
          <w:p w14:paraId="51DD1599" w14:textId="43C62169" w:rsidR="0077577E" w:rsidRPr="00C53E5F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r w:rsidRPr="00C53E5F">
              <w:rPr>
                <w:rFonts w:asciiTheme="minorHAnsi" w:hAnsiTheme="minorHAnsi"/>
                <w:bCs/>
                <w:sz w:val="18"/>
                <w:szCs w:val="18"/>
              </w:rPr>
              <w:t>300</w:t>
            </w:r>
          </w:p>
        </w:tc>
        <w:tc>
          <w:tcPr>
            <w:tcW w:w="1561" w:type="dxa"/>
            <w:vAlign w:val="center"/>
          </w:tcPr>
          <w:p w14:paraId="2992626E" w14:textId="77777777" w:rsidR="0077577E" w:rsidRPr="00F12643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6FD6D340" w14:textId="77777777" w:rsidR="0077577E" w:rsidRPr="00F12643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1F732E6C" w14:textId="77777777" w:rsidR="0077577E" w:rsidRPr="00F12643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2040" w:type="dxa"/>
            <w:vAlign w:val="center"/>
          </w:tcPr>
          <w:p w14:paraId="20C89591" w14:textId="77777777" w:rsidR="0077577E" w:rsidRPr="00F12643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  <w:highlight w:val="yellow"/>
              </w:rPr>
            </w:pPr>
          </w:p>
        </w:tc>
      </w:tr>
      <w:tr w:rsidR="0077577E" w14:paraId="720A3CA6" w14:textId="77777777" w:rsidTr="00B07B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8" w:type="dxa"/>
            <w:vAlign w:val="center"/>
          </w:tcPr>
          <w:p w14:paraId="391D6396" w14:textId="560917BD" w:rsidR="0077577E" w:rsidRPr="00C53E5F" w:rsidRDefault="0077577E" w:rsidP="004D3118">
            <w:pPr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r w:rsidRPr="00C53E5F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Dashboard HUB</w:t>
            </w:r>
          </w:p>
        </w:tc>
        <w:tc>
          <w:tcPr>
            <w:tcW w:w="697" w:type="dxa"/>
            <w:vAlign w:val="center"/>
          </w:tcPr>
          <w:p w14:paraId="37823501" w14:textId="6338A1F8" w:rsidR="0077577E" w:rsidRPr="00C53E5F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r w:rsidRPr="00C53E5F">
              <w:rPr>
                <w:rFonts w:asciiTheme="minorHAnsi" w:hAnsiTheme="minorHAnsi"/>
                <w:bCs/>
                <w:sz w:val="18"/>
                <w:szCs w:val="18"/>
              </w:rPr>
              <w:t>300</w:t>
            </w:r>
          </w:p>
        </w:tc>
        <w:tc>
          <w:tcPr>
            <w:tcW w:w="1561" w:type="dxa"/>
            <w:vAlign w:val="center"/>
          </w:tcPr>
          <w:p w14:paraId="19383418" w14:textId="77777777" w:rsidR="0077577E" w:rsidRPr="00F12643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1C333032" w14:textId="77777777" w:rsidR="0077577E" w:rsidRPr="00F12643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72CCBFD5" w14:textId="77777777" w:rsidR="0077577E" w:rsidRPr="00F12643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2040" w:type="dxa"/>
            <w:vAlign w:val="center"/>
          </w:tcPr>
          <w:p w14:paraId="33E84E22" w14:textId="77777777" w:rsidR="0077577E" w:rsidRPr="00F12643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  <w:highlight w:val="yellow"/>
              </w:rPr>
            </w:pPr>
          </w:p>
        </w:tc>
      </w:tr>
      <w:tr w:rsidR="0077577E" w14:paraId="6D4D8C6D" w14:textId="77777777" w:rsidTr="00B07B2C">
        <w:trPr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8" w:type="dxa"/>
            <w:vAlign w:val="center"/>
          </w:tcPr>
          <w:p w14:paraId="56502DF0" w14:textId="75E3CC1D" w:rsidR="0077577E" w:rsidRPr="00C53E5F" w:rsidRDefault="0077577E" w:rsidP="004D3118">
            <w:pPr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r w:rsidRPr="00C53E5F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Microsoft 365 </w:t>
            </w:r>
            <w:proofErr w:type="spellStart"/>
            <w:r w:rsidRPr="00C53E5F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for</w:t>
            </w:r>
            <w:proofErr w:type="spellEnd"/>
            <w:r w:rsidRPr="00C53E5F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JIRA</w:t>
            </w:r>
          </w:p>
        </w:tc>
        <w:tc>
          <w:tcPr>
            <w:tcW w:w="697" w:type="dxa"/>
            <w:vAlign w:val="center"/>
          </w:tcPr>
          <w:p w14:paraId="5CFF39FC" w14:textId="2A185F41" w:rsidR="0077577E" w:rsidRPr="00C53E5F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r w:rsidRPr="00C53E5F">
              <w:rPr>
                <w:rFonts w:asciiTheme="minorHAnsi" w:hAnsiTheme="minorHAnsi"/>
                <w:bCs/>
                <w:sz w:val="18"/>
                <w:szCs w:val="18"/>
              </w:rPr>
              <w:t>300</w:t>
            </w:r>
          </w:p>
        </w:tc>
        <w:tc>
          <w:tcPr>
            <w:tcW w:w="1561" w:type="dxa"/>
            <w:vAlign w:val="center"/>
          </w:tcPr>
          <w:p w14:paraId="466064AB" w14:textId="77777777" w:rsidR="0077577E" w:rsidRPr="00F12643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7B02D214" w14:textId="77777777" w:rsidR="0077577E" w:rsidRPr="00F12643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364240ED" w14:textId="77777777" w:rsidR="0077577E" w:rsidRPr="00F12643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2040" w:type="dxa"/>
            <w:vAlign w:val="center"/>
          </w:tcPr>
          <w:p w14:paraId="26C1A116" w14:textId="77777777" w:rsidR="0077577E" w:rsidRPr="00F12643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  <w:highlight w:val="yellow"/>
              </w:rPr>
            </w:pPr>
          </w:p>
        </w:tc>
      </w:tr>
      <w:tr w:rsidR="0077577E" w14:paraId="65E4CFDA" w14:textId="77777777" w:rsidTr="00B07B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8" w:type="dxa"/>
            <w:vAlign w:val="center"/>
          </w:tcPr>
          <w:p w14:paraId="7B30CCAC" w14:textId="6D60CD18" w:rsidR="0077577E" w:rsidRPr="00C53E5F" w:rsidRDefault="0077577E" w:rsidP="004D3118">
            <w:pPr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r w:rsidRPr="00C53E5F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Mobility </w:t>
            </w:r>
            <w:proofErr w:type="spellStart"/>
            <w:r w:rsidRPr="00C53E5F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for</w:t>
            </w:r>
            <w:proofErr w:type="spellEnd"/>
            <w:r w:rsidRPr="00C53E5F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</w:t>
            </w:r>
            <w:proofErr w:type="spellStart"/>
            <w:r w:rsidRPr="00C53E5F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Jira</w:t>
            </w:r>
            <w:proofErr w:type="spellEnd"/>
            <w:r w:rsidRPr="00C53E5F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(</w:t>
            </w:r>
            <w:proofErr w:type="spellStart"/>
            <w:r w:rsidRPr="00C53E5F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Branded</w:t>
            </w:r>
            <w:proofErr w:type="spellEnd"/>
            <w:r w:rsidRPr="00C53E5F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)</w:t>
            </w:r>
          </w:p>
        </w:tc>
        <w:tc>
          <w:tcPr>
            <w:tcW w:w="697" w:type="dxa"/>
            <w:vAlign w:val="center"/>
          </w:tcPr>
          <w:p w14:paraId="1A28D0EE" w14:textId="5F68262E" w:rsidR="0077577E" w:rsidRPr="00C53E5F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r w:rsidRPr="00C53E5F">
              <w:rPr>
                <w:rFonts w:asciiTheme="minorHAnsi" w:hAnsiTheme="minorHAnsi"/>
                <w:bCs/>
                <w:sz w:val="18"/>
                <w:szCs w:val="18"/>
              </w:rPr>
              <w:t>300</w:t>
            </w:r>
          </w:p>
        </w:tc>
        <w:tc>
          <w:tcPr>
            <w:tcW w:w="1561" w:type="dxa"/>
            <w:vAlign w:val="center"/>
          </w:tcPr>
          <w:p w14:paraId="2AE40A69" w14:textId="77777777" w:rsidR="0077577E" w:rsidRPr="00F12643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097030B8" w14:textId="77777777" w:rsidR="0077577E" w:rsidRPr="00F12643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3009BCC4" w14:textId="77777777" w:rsidR="0077577E" w:rsidRPr="00F12643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2040" w:type="dxa"/>
            <w:vAlign w:val="center"/>
          </w:tcPr>
          <w:p w14:paraId="009B6E58" w14:textId="77777777" w:rsidR="0077577E" w:rsidRPr="00F12643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  <w:highlight w:val="yellow"/>
              </w:rPr>
            </w:pPr>
          </w:p>
        </w:tc>
      </w:tr>
      <w:tr w:rsidR="0077577E" w14:paraId="7ADED6AA" w14:textId="77777777" w:rsidTr="00B07B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8" w:type="dxa"/>
            <w:vAlign w:val="center"/>
          </w:tcPr>
          <w:p w14:paraId="454AB3C6" w14:textId="7D498B28" w:rsidR="0077577E" w:rsidRPr="00C53E5F" w:rsidRDefault="0077577E" w:rsidP="004D3118">
            <w:pPr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proofErr w:type="spellStart"/>
            <w:r w:rsidRPr="00C53E5F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PowerBI</w:t>
            </w:r>
            <w:proofErr w:type="spellEnd"/>
            <w:r w:rsidRPr="00C53E5F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</w:t>
            </w:r>
            <w:proofErr w:type="spellStart"/>
            <w:r w:rsidRPr="00C53E5F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connector</w:t>
            </w:r>
            <w:proofErr w:type="spellEnd"/>
          </w:p>
        </w:tc>
        <w:tc>
          <w:tcPr>
            <w:tcW w:w="697" w:type="dxa"/>
            <w:vAlign w:val="center"/>
          </w:tcPr>
          <w:p w14:paraId="5DDF8221" w14:textId="63A72F95" w:rsidR="0077577E" w:rsidRPr="00C53E5F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r w:rsidRPr="00C53E5F">
              <w:rPr>
                <w:rFonts w:asciiTheme="minorHAnsi" w:hAnsiTheme="minorHAnsi"/>
                <w:bCs/>
                <w:sz w:val="18"/>
                <w:szCs w:val="18"/>
              </w:rPr>
              <w:t>300</w:t>
            </w:r>
          </w:p>
        </w:tc>
        <w:tc>
          <w:tcPr>
            <w:tcW w:w="1561" w:type="dxa"/>
            <w:vAlign w:val="center"/>
          </w:tcPr>
          <w:p w14:paraId="6290059A" w14:textId="77777777" w:rsidR="0077577E" w:rsidRPr="00F12643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4A33C813" w14:textId="77777777" w:rsidR="0077577E" w:rsidRPr="00F12643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3F8F66A8" w14:textId="77777777" w:rsidR="0077577E" w:rsidRPr="00F12643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2040" w:type="dxa"/>
            <w:vAlign w:val="center"/>
          </w:tcPr>
          <w:p w14:paraId="7B620821" w14:textId="77777777" w:rsidR="0077577E" w:rsidRPr="00F12643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  <w:highlight w:val="yellow"/>
              </w:rPr>
            </w:pPr>
          </w:p>
        </w:tc>
      </w:tr>
      <w:tr w:rsidR="0077577E" w14:paraId="2FC55747" w14:textId="77777777" w:rsidTr="00B07B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8" w:type="dxa"/>
            <w:vAlign w:val="center"/>
          </w:tcPr>
          <w:p w14:paraId="68A76601" w14:textId="5D0ED14D" w:rsidR="0077577E" w:rsidRPr="00C53E5F" w:rsidRDefault="0077577E" w:rsidP="004D3118">
            <w:pPr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proofErr w:type="spellStart"/>
            <w:r w:rsidRPr="00C53E5F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Reports</w:t>
            </w:r>
            <w:proofErr w:type="spellEnd"/>
            <w:r w:rsidRPr="00C53E5F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and </w:t>
            </w:r>
            <w:proofErr w:type="spellStart"/>
            <w:r w:rsidRPr="00C53E5F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timesheets</w:t>
            </w:r>
            <w:proofErr w:type="spellEnd"/>
          </w:p>
        </w:tc>
        <w:tc>
          <w:tcPr>
            <w:tcW w:w="697" w:type="dxa"/>
            <w:vAlign w:val="center"/>
          </w:tcPr>
          <w:p w14:paraId="79012F18" w14:textId="6BBC6C35" w:rsidR="0077577E" w:rsidRPr="00C53E5F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r w:rsidRPr="00C53E5F">
              <w:rPr>
                <w:rFonts w:asciiTheme="minorHAnsi" w:hAnsiTheme="minorHAnsi"/>
                <w:bCs/>
                <w:sz w:val="18"/>
                <w:szCs w:val="18"/>
              </w:rPr>
              <w:t>300</w:t>
            </w:r>
          </w:p>
        </w:tc>
        <w:tc>
          <w:tcPr>
            <w:tcW w:w="1561" w:type="dxa"/>
            <w:vAlign w:val="center"/>
          </w:tcPr>
          <w:p w14:paraId="3D7899CA" w14:textId="77777777" w:rsidR="0077577E" w:rsidRPr="00F12643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56B0ADC7" w14:textId="77777777" w:rsidR="0077577E" w:rsidRPr="00F12643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53078B80" w14:textId="77777777" w:rsidR="0077577E" w:rsidRPr="00F12643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2040" w:type="dxa"/>
            <w:vAlign w:val="center"/>
          </w:tcPr>
          <w:p w14:paraId="637F9007" w14:textId="77777777" w:rsidR="0077577E" w:rsidRPr="00F12643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  <w:highlight w:val="yellow"/>
              </w:rPr>
            </w:pPr>
          </w:p>
        </w:tc>
      </w:tr>
      <w:tr w:rsidR="0077577E" w14:paraId="2BF615B4" w14:textId="77777777" w:rsidTr="00B07B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8" w:type="dxa"/>
            <w:vAlign w:val="center"/>
          </w:tcPr>
          <w:p w14:paraId="186025C0" w14:textId="451601A6" w:rsidR="0077577E" w:rsidRPr="00C53E5F" w:rsidRDefault="0077577E" w:rsidP="004D3118">
            <w:pPr>
              <w:rPr>
                <w:rFonts w:asciiTheme="majorHAnsi" w:eastAsia="Times New Roman" w:hAnsiTheme="majorHAnsi" w:cs="Times New Roman"/>
                <w:bCs/>
                <w:iCs/>
                <w:szCs w:val="28"/>
              </w:rPr>
            </w:pPr>
            <w:proofErr w:type="spellStart"/>
            <w:r w:rsidRPr="00C53E5F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Xporter</w:t>
            </w:r>
            <w:proofErr w:type="spellEnd"/>
          </w:p>
        </w:tc>
        <w:tc>
          <w:tcPr>
            <w:tcW w:w="697" w:type="dxa"/>
            <w:vAlign w:val="center"/>
          </w:tcPr>
          <w:p w14:paraId="3B94F70A" w14:textId="65694C38" w:rsidR="0077577E" w:rsidRPr="00C53E5F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r w:rsidRPr="00C53E5F">
              <w:rPr>
                <w:rFonts w:asciiTheme="minorHAnsi" w:hAnsiTheme="minorHAnsi"/>
                <w:bCs/>
                <w:sz w:val="18"/>
                <w:szCs w:val="18"/>
              </w:rPr>
              <w:t>300</w:t>
            </w:r>
          </w:p>
        </w:tc>
        <w:tc>
          <w:tcPr>
            <w:tcW w:w="1561" w:type="dxa"/>
            <w:vAlign w:val="center"/>
          </w:tcPr>
          <w:p w14:paraId="5CD60EA0" w14:textId="77777777" w:rsidR="0077577E" w:rsidRPr="00F12643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1AFC01B8" w14:textId="77777777" w:rsidR="0077577E" w:rsidRPr="00F12643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50DAB168" w14:textId="77777777" w:rsidR="0077577E" w:rsidRPr="00F12643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2040" w:type="dxa"/>
            <w:vAlign w:val="center"/>
          </w:tcPr>
          <w:p w14:paraId="70D4BA25" w14:textId="77777777" w:rsidR="0077577E" w:rsidRPr="00F12643" w:rsidRDefault="0077577E" w:rsidP="00A57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  <w:highlight w:val="yellow"/>
              </w:rPr>
            </w:pPr>
          </w:p>
        </w:tc>
      </w:tr>
      <w:tr w:rsidR="00807E35" w14:paraId="2844A056" w14:textId="508EE10A" w:rsidTr="00B07B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gridSpan w:val="3"/>
          </w:tcPr>
          <w:p w14:paraId="2D33461A" w14:textId="3ECF42C1" w:rsidR="00807E35" w:rsidRPr="00807E35" w:rsidRDefault="00807E35" w:rsidP="00A57049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07E35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>Celkem</w:t>
            </w:r>
          </w:p>
        </w:tc>
        <w:tc>
          <w:tcPr>
            <w:tcW w:w="1559" w:type="dxa"/>
          </w:tcPr>
          <w:p w14:paraId="124C49E3" w14:textId="77777777" w:rsidR="00807E35" w:rsidRPr="00807E35" w:rsidRDefault="00807E35" w:rsidP="00A570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297403D7" w14:textId="197E032B" w:rsidR="00807E35" w:rsidRPr="00807E35" w:rsidRDefault="00807E35" w:rsidP="00A570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040" w:type="dxa"/>
          </w:tcPr>
          <w:p w14:paraId="145C2396" w14:textId="77777777" w:rsidR="00807E35" w:rsidRPr="00807E35" w:rsidRDefault="00807E35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14:paraId="162DEE42" w14:textId="1DB4D437" w:rsidR="00FC5124" w:rsidRPr="004D3118" w:rsidRDefault="00FC5124" w:rsidP="00C06299">
      <w:pPr>
        <w:rPr>
          <w:rFonts w:asciiTheme="minorHAnsi" w:hAnsiTheme="minorHAnsi"/>
          <w:bCs/>
          <w:sz w:val="18"/>
          <w:szCs w:val="18"/>
        </w:rPr>
      </w:pPr>
    </w:p>
    <w:sectPr w:rsidR="00FC5124" w:rsidRPr="004D3118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881DB" w14:textId="77777777" w:rsidR="0025520D" w:rsidRDefault="0025520D" w:rsidP="00962258">
      <w:pPr>
        <w:spacing w:after="0" w:line="240" w:lineRule="auto"/>
      </w:pPr>
      <w:r>
        <w:separator/>
      </w:r>
    </w:p>
  </w:endnote>
  <w:endnote w:type="continuationSeparator" w:id="0">
    <w:p w14:paraId="4CA85400" w14:textId="77777777" w:rsidR="0025520D" w:rsidRDefault="002552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F2AD35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AC7326" w14:textId="066292B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5B3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5B3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CA244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9DE05A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58C371B" w14:textId="77777777" w:rsidR="00F1715C" w:rsidRDefault="00F1715C" w:rsidP="00D831A3">
          <w:pPr>
            <w:pStyle w:val="Zpat"/>
          </w:pPr>
        </w:p>
      </w:tc>
    </w:tr>
  </w:tbl>
  <w:p w14:paraId="18F9690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0DBD806" wp14:editId="6CFB4A1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0BEBF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F55AA51" wp14:editId="1473E98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6C03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C9E604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90028AF" w14:textId="6967E7A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5B3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5B3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25A0B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C941A0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8B633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0DC531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F6B916F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CB73CA4" w14:textId="77777777" w:rsidR="00F1715C" w:rsidRDefault="00F1715C" w:rsidP="00460660">
          <w:pPr>
            <w:pStyle w:val="Zpat"/>
          </w:pPr>
        </w:p>
      </w:tc>
    </w:tr>
  </w:tbl>
  <w:p w14:paraId="72E16C9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150342E" wp14:editId="6CEE9D8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E5277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91E3590" wp14:editId="36F98FF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7E8B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D0F0DE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40CB1" w14:textId="77777777" w:rsidR="0025520D" w:rsidRDefault="0025520D" w:rsidP="00962258">
      <w:pPr>
        <w:spacing w:after="0" w:line="240" w:lineRule="auto"/>
      </w:pPr>
      <w:r>
        <w:separator/>
      </w:r>
    </w:p>
  </w:footnote>
  <w:footnote w:type="continuationSeparator" w:id="0">
    <w:p w14:paraId="7AC75B52" w14:textId="77777777" w:rsidR="0025520D" w:rsidRDefault="002552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EA5C07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4E0AA7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9F8F5B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F66C4E" w14:textId="77777777" w:rsidR="00F1715C" w:rsidRPr="00D6163D" w:rsidRDefault="00F1715C" w:rsidP="00D6163D">
          <w:pPr>
            <w:pStyle w:val="Druhdokumentu"/>
          </w:pPr>
        </w:p>
      </w:tc>
    </w:tr>
  </w:tbl>
  <w:p w14:paraId="77D607D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75A3CF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478AB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2C08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4C15158" w14:textId="77777777" w:rsidR="00F1715C" w:rsidRPr="00D6163D" w:rsidRDefault="00F1715C" w:rsidP="00FC6389">
          <w:pPr>
            <w:pStyle w:val="Druhdokumentu"/>
          </w:pPr>
        </w:p>
      </w:tc>
    </w:tr>
    <w:tr w:rsidR="009F392E" w14:paraId="33531DD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BE198B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AC54D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63E691B" w14:textId="77777777" w:rsidR="009F392E" w:rsidRPr="00D6163D" w:rsidRDefault="009F392E" w:rsidP="00FC6389">
          <w:pPr>
            <w:pStyle w:val="Druhdokumentu"/>
          </w:pPr>
        </w:p>
      </w:tc>
    </w:tr>
  </w:tbl>
  <w:p w14:paraId="16AC32D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DD29C83" wp14:editId="53CB177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285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3DA40F08"/>
    <w:multiLevelType w:val="hybridMultilevel"/>
    <w:tmpl w:val="BF243F36"/>
    <w:lvl w:ilvl="0" w:tplc="04050019">
      <w:start w:val="1"/>
      <w:numFmt w:val="lowerLetter"/>
      <w:lvlText w:val="%1."/>
      <w:lvlJc w:val="left"/>
      <w:pPr>
        <w:ind w:left="11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72" w:hanging="360"/>
      </w:pPr>
    </w:lvl>
    <w:lvl w:ilvl="2" w:tplc="0405001B">
      <w:start w:val="1"/>
      <w:numFmt w:val="lowerRoman"/>
      <w:lvlText w:val="%3."/>
      <w:lvlJc w:val="right"/>
      <w:pPr>
        <w:ind w:left="2592" w:hanging="180"/>
      </w:pPr>
    </w:lvl>
    <w:lvl w:ilvl="3" w:tplc="F4A400DC">
      <w:start w:val="1"/>
      <w:numFmt w:val="lowerLetter"/>
      <w:lvlText w:val="%4."/>
      <w:lvlJc w:val="left"/>
      <w:pPr>
        <w:ind w:left="3312" w:hanging="360"/>
      </w:pPr>
      <w:rPr>
        <w:rFonts w:asciiTheme="minorHAnsi" w:eastAsiaTheme="minorHAnsi" w:hAnsiTheme="minorHAnsi" w:cstheme="minorBidi"/>
      </w:r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 w15:restartNumberingAfterBreak="0">
    <w:nsid w:val="4F152D4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70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D752337"/>
    <w:multiLevelType w:val="hybridMultilevel"/>
    <w:tmpl w:val="6590A7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2087222272">
    <w:abstractNumId w:val="1"/>
  </w:num>
  <w:num w:numId="2" w16cid:durableId="860557977">
    <w:abstractNumId w:val="0"/>
  </w:num>
  <w:num w:numId="3" w16cid:durableId="1987465259">
    <w:abstractNumId w:val="2"/>
  </w:num>
  <w:num w:numId="4" w16cid:durableId="817378191">
    <w:abstractNumId w:val="6"/>
  </w:num>
  <w:num w:numId="5" w16cid:durableId="682708166">
    <w:abstractNumId w:val="4"/>
  </w:num>
  <w:num w:numId="6" w16cid:durableId="321665534">
    <w:abstractNumId w:val="3"/>
  </w:num>
  <w:num w:numId="7" w16cid:durableId="1694458485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C01"/>
    <w:rsid w:val="00055D14"/>
    <w:rsid w:val="00072C1E"/>
    <w:rsid w:val="000C5606"/>
    <w:rsid w:val="000E23A7"/>
    <w:rsid w:val="000F3F8F"/>
    <w:rsid w:val="0010693F"/>
    <w:rsid w:val="00114472"/>
    <w:rsid w:val="001550BC"/>
    <w:rsid w:val="001605B9"/>
    <w:rsid w:val="00165465"/>
    <w:rsid w:val="00170EC5"/>
    <w:rsid w:val="001747C1"/>
    <w:rsid w:val="00184743"/>
    <w:rsid w:val="00207DF5"/>
    <w:rsid w:val="0025520D"/>
    <w:rsid w:val="00272C51"/>
    <w:rsid w:val="00280E07"/>
    <w:rsid w:val="002C31BF"/>
    <w:rsid w:val="002D08B1"/>
    <w:rsid w:val="002E0CD7"/>
    <w:rsid w:val="002F4DB8"/>
    <w:rsid w:val="00341DCF"/>
    <w:rsid w:val="00357BC6"/>
    <w:rsid w:val="00371A72"/>
    <w:rsid w:val="00372137"/>
    <w:rsid w:val="003956C6"/>
    <w:rsid w:val="00402929"/>
    <w:rsid w:val="00434E7F"/>
    <w:rsid w:val="00441430"/>
    <w:rsid w:val="00450F07"/>
    <w:rsid w:val="00453CD3"/>
    <w:rsid w:val="00460660"/>
    <w:rsid w:val="00486107"/>
    <w:rsid w:val="00491827"/>
    <w:rsid w:val="004B348C"/>
    <w:rsid w:val="004C2ABB"/>
    <w:rsid w:val="004C4399"/>
    <w:rsid w:val="004C5D55"/>
    <w:rsid w:val="004C787C"/>
    <w:rsid w:val="004D3118"/>
    <w:rsid w:val="004E143C"/>
    <w:rsid w:val="004E3A53"/>
    <w:rsid w:val="004F20BC"/>
    <w:rsid w:val="004F4B9B"/>
    <w:rsid w:val="004F69EA"/>
    <w:rsid w:val="0050397F"/>
    <w:rsid w:val="00511AB9"/>
    <w:rsid w:val="00520C8B"/>
    <w:rsid w:val="00523EA7"/>
    <w:rsid w:val="00553375"/>
    <w:rsid w:val="00557C28"/>
    <w:rsid w:val="005736B7"/>
    <w:rsid w:val="00575E5A"/>
    <w:rsid w:val="005E5337"/>
    <w:rsid w:val="005F1404"/>
    <w:rsid w:val="0061068E"/>
    <w:rsid w:val="006565DB"/>
    <w:rsid w:val="00660AD3"/>
    <w:rsid w:val="00676C01"/>
    <w:rsid w:val="00677B7F"/>
    <w:rsid w:val="006A5570"/>
    <w:rsid w:val="006A689C"/>
    <w:rsid w:val="006B3D79"/>
    <w:rsid w:val="006D7AFE"/>
    <w:rsid w:val="006E0578"/>
    <w:rsid w:val="006E1CEB"/>
    <w:rsid w:val="006E314D"/>
    <w:rsid w:val="00710723"/>
    <w:rsid w:val="007139D4"/>
    <w:rsid w:val="00723ED1"/>
    <w:rsid w:val="00743525"/>
    <w:rsid w:val="0076286B"/>
    <w:rsid w:val="00766846"/>
    <w:rsid w:val="00773FE8"/>
    <w:rsid w:val="0077577E"/>
    <w:rsid w:val="0077673A"/>
    <w:rsid w:val="00776B86"/>
    <w:rsid w:val="007846E1"/>
    <w:rsid w:val="007B570C"/>
    <w:rsid w:val="007C589B"/>
    <w:rsid w:val="007E4A6E"/>
    <w:rsid w:val="007F56A7"/>
    <w:rsid w:val="00807DD0"/>
    <w:rsid w:val="00807E35"/>
    <w:rsid w:val="008659F3"/>
    <w:rsid w:val="00886D4B"/>
    <w:rsid w:val="00895406"/>
    <w:rsid w:val="008A3568"/>
    <w:rsid w:val="008A5B37"/>
    <w:rsid w:val="008D03B9"/>
    <w:rsid w:val="008F18D6"/>
    <w:rsid w:val="008F77F0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3740"/>
    <w:rsid w:val="009849A6"/>
    <w:rsid w:val="0099238F"/>
    <w:rsid w:val="00992D9C"/>
    <w:rsid w:val="00996CB8"/>
    <w:rsid w:val="009B14A9"/>
    <w:rsid w:val="009B2E97"/>
    <w:rsid w:val="009C5216"/>
    <w:rsid w:val="009D362A"/>
    <w:rsid w:val="009E07F4"/>
    <w:rsid w:val="009F392E"/>
    <w:rsid w:val="00A16E19"/>
    <w:rsid w:val="00A57049"/>
    <w:rsid w:val="00A6177B"/>
    <w:rsid w:val="00A66136"/>
    <w:rsid w:val="00AA4CBB"/>
    <w:rsid w:val="00AA65FA"/>
    <w:rsid w:val="00AA7351"/>
    <w:rsid w:val="00AD056F"/>
    <w:rsid w:val="00AD6731"/>
    <w:rsid w:val="00AE0D05"/>
    <w:rsid w:val="00B07B2C"/>
    <w:rsid w:val="00B15D0D"/>
    <w:rsid w:val="00B75EE1"/>
    <w:rsid w:val="00B77481"/>
    <w:rsid w:val="00B8518B"/>
    <w:rsid w:val="00B9657E"/>
    <w:rsid w:val="00BD7E91"/>
    <w:rsid w:val="00C02D0A"/>
    <w:rsid w:val="00C03A6E"/>
    <w:rsid w:val="00C06299"/>
    <w:rsid w:val="00C15DAF"/>
    <w:rsid w:val="00C242AE"/>
    <w:rsid w:val="00C44F6A"/>
    <w:rsid w:val="00C47AE3"/>
    <w:rsid w:val="00C53E5F"/>
    <w:rsid w:val="00C572D1"/>
    <w:rsid w:val="00CD1FC4"/>
    <w:rsid w:val="00D21061"/>
    <w:rsid w:val="00D22D30"/>
    <w:rsid w:val="00D4108E"/>
    <w:rsid w:val="00D6163D"/>
    <w:rsid w:val="00D73549"/>
    <w:rsid w:val="00D73D46"/>
    <w:rsid w:val="00D831A3"/>
    <w:rsid w:val="00D849D7"/>
    <w:rsid w:val="00D871EE"/>
    <w:rsid w:val="00DB66C5"/>
    <w:rsid w:val="00DC75F3"/>
    <w:rsid w:val="00DD46F3"/>
    <w:rsid w:val="00DE56F2"/>
    <w:rsid w:val="00DF116D"/>
    <w:rsid w:val="00DF1758"/>
    <w:rsid w:val="00E36C4A"/>
    <w:rsid w:val="00E77F15"/>
    <w:rsid w:val="00EB104F"/>
    <w:rsid w:val="00ED14BD"/>
    <w:rsid w:val="00F0533E"/>
    <w:rsid w:val="00F1048D"/>
    <w:rsid w:val="00F12643"/>
    <w:rsid w:val="00F12DEC"/>
    <w:rsid w:val="00F1715C"/>
    <w:rsid w:val="00F276DA"/>
    <w:rsid w:val="00F30B4F"/>
    <w:rsid w:val="00F310F8"/>
    <w:rsid w:val="00F35939"/>
    <w:rsid w:val="00F4036B"/>
    <w:rsid w:val="00F45607"/>
    <w:rsid w:val="00F5558F"/>
    <w:rsid w:val="00F659EB"/>
    <w:rsid w:val="00F75B76"/>
    <w:rsid w:val="00F86BA6"/>
    <w:rsid w:val="00FC5124"/>
    <w:rsid w:val="00FC6389"/>
    <w:rsid w:val="00FF2781"/>
    <w:rsid w:val="00FF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DBCAFB"/>
  <w14:defaultImageDpi w14:val="32767"/>
  <w15:docId w15:val="{79DCBD65-D6F4-4FD3-9A3B-F113AEB2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6299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99238F"/>
    <w:rPr>
      <w:rFonts w:ascii="Verdana" w:hAnsi="Verdana"/>
      <w:sz w:val="20"/>
      <w:szCs w:val="22"/>
    </w:rPr>
  </w:style>
  <w:style w:type="paragraph" w:styleId="Revize">
    <w:name w:val="Revision"/>
    <w:hidden/>
    <w:uiPriority w:val="99"/>
    <w:semiHidden/>
    <w:rsid w:val="00B07B2C"/>
    <w:pPr>
      <w:spacing w:after="0" w:line="240" w:lineRule="auto"/>
    </w:pPr>
    <w:rPr>
      <w:rFonts w:ascii="Verdana" w:hAnsi="Verdana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3D0204C-8424-4BA1-A459-03D53EC74D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9</TotalTime>
  <Pages>2</Pages>
  <Words>69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11</cp:revision>
  <cp:lastPrinted>2017-11-28T17:18:00Z</cp:lastPrinted>
  <dcterms:created xsi:type="dcterms:W3CDTF">2022-09-15T08:41:00Z</dcterms:created>
  <dcterms:modified xsi:type="dcterms:W3CDTF">2022-09-26T07:57:00Z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